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84EF2" w14:textId="71B0F816" w:rsidR="00463F67" w:rsidRDefault="00B158E8" w:rsidP="00463F67">
      <w:pPr>
        <w:pStyle w:val="Title"/>
      </w:pPr>
      <w:sdt>
        <w:sdtPr>
          <w:alias w:val="Title"/>
          <w:tag w:val=""/>
          <w:id w:val="1062761741"/>
          <w:placeholder>
            <w:docPart w:val="81B632B6C2C043F78FEC974966A17C4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00F5C" w:rsidRPr="00C00F5C">
            <w:t>Form GC1 – General emergency trainer/checker check report</w:t>
          </w:r>
        </w:sdtContent>
      </w:sdt>
    </w:p>
    <w:p w14:paraId="4C08E683" w14:textId="77777777" w:rsidR="00BE4E09" w:rsidRPr="002F6F85" w:rsidRDefault="00BE4E09" w:rsidP="00BE4E09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920"/>
        <w:gridCol w:w="1559"/>
        <w:gridCol w:w="2410"/>
      </w:tblGrid>
      <w:tr w:rsidR="00BE4E09" w:rsidRPr="00102F1E" w14:paraId="24AC2FF5" w14:textId="77777777" w:rsidTr="00D92CAE">
        <w:trPr>
          <w:trHeight w:val="580"/>
        </w:trPr>
        <w:tc>
          <w:tcPr>
            <w:tcW w:w="1604" w:type="dxa"/>
          </w:tcPr>
          <w:p w14:paraId="0C801545" w14:textId="77777777" w:rsidR="00BE4E09" w:rsidRPr="00102F1E" w:rsidRDefault="00BE4E09" w:rsidP="00D92CAE">
            <w:pPr>
              <w:rPr>
                <w:rStyle w:val="bold"/>
              </w:rPr>
            </w:pPr>
            <w:r>
              <w:rPr>
                <w:rStyle w:val="bold"/>
              </w:rPr>
              <w:t>Candidate</w:t>
            </w:r>
            <w:r w:rsidRPr="00102F1E">
              <w:rPr>
                <w:rStyle w:val="bold"/>
              </w:rPr>
              <w:t xml:space="preserve"> name:</w:t>
            </w:r>
          </w:p>
        </w:tc>
        <w:tc>
          <w:tcPr>
            <w:tcW w:w="3920" w:type="dxa"/>
          </w:tcPr>
          <w:p w14:paraId="28BCBE33" w14:textId="77777777" w:rsidR="00BE4E09" w:rsidRPr="00102F1E" w:rsidRDefault="00BE4E09" w:rsidP="00D92CAE"/>
        </w:tc>
        <w:tc>
          <w:tcPr>
            <w:tcW w:w="1559" w:type="dxa"/>
          </w:tcPr>
          <w:p w14:paraId="6BD984F7" w14:textId="77777777" w:rsidR="00BE4E09" w:rsidRPr="00102F1E" w:rsidRDefault="00BE4E09" w:rsidP="00D92CAE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410" w:type="dxa"/>
          </w:tcPr>
          <w:p w14:paraId="12CEDACA" w14:textId="77777777" w:rsidR="00BE4E09" w:rsidRPr="00102F1E" w:rsidRDefault="00BE4E09" w:rsidP="00D92CAE"/>
        </w:tc>
      </w:tr>
      <w:tr w:rsidR="00BE4E09" w:rsidRPr="00102F1E" w14:paraId="67316234" w14:textId="77777777" w:rsidTr="00D92CAE">
        <w:trPr>
          <w:trHeight w:val="580"/>
        </w:trPr>
        <w:tc>
          <w:tcPr>
            <w:tcW w:w="1604" w:type="dxa"/>
          </w:tcPr>
          <w:p w14:paraId="7CB882CC" w14:textId="77777777" w:rsidR="00BE4E09" w:rsidRPr="00102F1E" w:rsidRDefault="00BE4E09" w:rsidP="00D92CAE">
            <w:pPr>
              <w:rPr>
                <w:rStyle w:val="bold"/>
              </w:rPr>
            </w:pPr>
            <w:r>
              <w:rPr>
                <w:rStyle w:val="bold"/>
              </w:rPr>
              <w:t>Trainer</w:t>
            </w:r>
            <w:r w:rsidRPr="00102F1E">
              <w:rPr>
                <w:rStyle w:val="bold"/>
              </w:rPr>
              <w:t xml:space="preserve"> name:</w:t>
            </w:r>
          </w:p>
        </w:tc>
        <w:tc>
          <w:tcPr>
            <w:tcW w:w="3920" w:type="dxa"/>
          </w:tcPr>
          <w:p w14:paraId="4D7EC02C" w14:textId="77777777" w:rsidR="00BE4E09" w:rsidRPr="00102F1E" w:rsidRDefault="00BE4E09" w:rsidP="00D92CAE"/>
        </w:tc>
        <w:tc>
          <w:tcPr>
            <w:tcW w:w="1559" w:type="dxa"/>
            <w:tcBorders>
              <w:bottom w:val="single" w:sz="4" w:space="0" w:color="BFBFBF" w:themeColor="background1" w:themeShade="BF"/>
            </w:tcBorders>
          </w:tcPr>
          <w:p w14:paraId="129F3FC3" w14:textId="77777777" w:rsidR="00BE4E09" w:rsidRPr="00102F1E" w:rsidRDefault="00BE4E09" w:rsidP="00D92CAE">
            <w:pPr>
              <w:rPr>
                <w:rStyle w:val="bold"/>
              </w:rPr>
            </w:pPr>
            <w:r w:rsidRPr="00102F1E">
              <w:rPr>
                <w:rStyle w:val="bold"/>
              </w:rPr>
              <w:t xml:space="preserve">Date of </w:t>
            </w:r>
            <w:r>
              <w:rPr>
                <w:rStyle w:val="bold"/>
              </w:rPr>
              <w:t>completion</w:t>
            </w:r>
            <w:r w:rsidRPr="00102F1E">
              <w:rPr>
                <w:rStyle w:val="bold"/>
              </w:rPr>
              <w:t xml:space="preserve">: 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</w:tcPr>
          <w:p w14:paraId="025DE546" w14:textId="77777777" w:rsidR="00BE4E09" w:rsidRPr="00102F1E" w:rsidRDefault="00BE4E09" w:rsidP="00D92CAE"/>
        </w:tc>
      </w:tr>
      <w:tr w:rsidR="00BE4E09" w:rsidRPr="00102F1E" w14:paraId="33C732A9" w14:textId="77777777" w:rsidTr="00D92CAE">
        <w:trPr>
          <w:trHeight w:val="580"/>
        </w:trPr>
        <w:tc>
          <w:tcPr>
            <w:tcW w:w="1604" w:type="dxa"/>
          </w:tcPr>
          <w:p w14:paraId="6C915270" w14:textId="77777777" w:rsidR="00BE4E09" w:rsidRDefault="00BE4E09" w:rsidP="00D92CAE">
            <w:pPr>
              <w:rPr>
                <w:rStyle w:val="bold"/>
              </w:rPr>
            </w:pPr>
            <w:r>
              <w:rPr>
                <w:rStyle w:val="bold"/>
              </w:rPr>
              <w:t>Aircraft type:</w:t>
            </w:r>
          </w:p>
        </w:tc>
        <w:tc>
          <w:tcPr>
            <w:tcW w:w="3920" w:type="dxa"/>
            <w:tcBorders>
              <w:right w:val="nil"/>
            </w:tcBorders>
          </w:tcPr>
          <w:p w14:paraId="1E147299" w14:textId="77777777" w:rsidR="00BE4E09" w:rsidRPr="00102F1E" w:rsidRDefault="00BE4E09" w:rsidP="00D92CAE"/>
        </w:tc>
        <w:tc>
          <w:tcPr>
            <w:tcW w:w="1559" w:type="dxa"/>
            <w:tcBorders>
              <w:left w:val="nil"/>
              <w:right w:val="nil"/>
            </w:tcBorders>
          </w:tcPr>
          <w:p w14:paraId="117D1E3E" w14:textId="77777777" w:rsidR="00BE4E09" w:rsidRPr="00102F1E" w:rsidRDefault="00BE4E09" w:rsidP="00D92CAE">
            <w:pPr>
              <w:rPr>
                <w:rStyle w:val="bold"/>
              </w:rPr>
            </w:pPr>
          </w:p>
        </w:tc>
        <w:tc>
          <w:tcPr>
            <w:tcW w:w="2410" w:type="dxa"/>
            <w:tcBorders>
              <w:left w:val="nil"/>
            </w:tcBorders>
          </w:tcPr>
          <w:p w14:paraId="07FDEF04" w14:textId="77777777" w:rsidR="00BE4E09" w:rsidRPr="00102F1E" w:rsidRDefault="00BE4E09" w:rsidP="00D92CAE"/>
        </w:tc>
      </w:tr>
    </w:tbl>
    <w:p w14:paraId="0033214B" w14:textId="56D3D359" w:rsidR="00C00F5C" w:rsidRPr="009A0F18" w:rsidRDefault="00BE4E09" w:rsidP="009A0F18">
      <w:pPr>
        <w:pStyle w:val="Heading5"/>
        <w:rPr>
          <w:rStyle w:val="bold"/>
          <w:b/>
          <w:bCs w:val="0"/>
        </w:rPr>
      </w:pPr>
      <w:r w:rsidRPr="009A0F18">
        <w:rPr>
          <w:rStyle w:val="bold"/>
          <w:b/>
          <w:bCs w:val="0"/>
        </w:rPr>
        <w:t>Training course topics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539"/>
        <w:gridCol w:w="4536"/>
        <w:gridCol w:w="1418"/>
      </w:tblGrid>
      <w:tr w:rsidR="00294D38" w:rsidRPr="00916430" w14:paraId="1CFE8A43" w14:textId="77777777" w:rsidTr="00294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  <w:tblHeader/>
        </w:trPr>
        <w:tc>
          <w:tcPr>
            <w:tcW w:w="3539" w:type="dxa"/>
          </w:tcPr>
          <w:p w14:paraId="07E2998A" w14:textId="77777777" w:rsidR="00294D38" w:rsidRPr="006D7FDE" w:rsidRDefault="00294D38" w:rsidP="00F3353D">
            <w:r w:rsidRPr="003C2B3F">
              <w:t>Item</w:t>
            </w:r>
          </w:p>
        </w:tc>
        <w:tc>
          <w:tcPr>
            <w:tcW w:w="4536" w:type="dxa"/>
          </w:tcPr>
          <w:p w14:paraId="1B28EDC5" w14:textId="77777777" w:rsidR="00294D38" w:rsidRPr="006D7FDE" w:rsidRDefault="00294D38" w:rsidP="00F3353D">
            <w:r w:rsidRPr="003C2B3F">
              <w:t>Comments</w:t>
            </w:r>
          </w:p>
        </w:tc>
        <w:tc>
          <w:tcPr>
            <w:tcW w:w="1418" w:type="dxa"/>
          </w:tcPr>
          <w:p w14:paraId="0C365F9C" w14:textId="77777777" w:rsidR="00294D38" w:rsidRPr="006D7FDE" w:rsidRDefault="00294D38" w:rsidP="00F3353D">
            <w:r w:rsidRPr="003C2B3F">
              <w:t>Complete</w:t>
            </w:r>
            <w:r w:rsidRPr="003C2B3F">
              <w:br/>
            </w:r>
            <w:r w:rsidRPr="006D7FDE">
              <w:t>Yes / No</w:t>
            </w:r>
          </w:p>
        </w:tc>
      </w:tr>
      <w:tr w:rsidR="00294D38" w:rsidRPr="00916430" w14:paraId="5776211D" w14:textId="77777777" w:rsidTr="00294D38">
        <w:trPr>
          <w:trHeight w:val="460"/>
        </w:trPr>
        <w:tc>
          <w:tcPr>
            <w:tcW w:w="3539" w:type="dxa"/>
          </w:tcPr>
          <w:p w14:paraId="7B5B2283" w14:textId="77777777" w:rsidR="00294D38" w:rsidRPr="006D7FDE" w:rsidRDefault="00294D38" w:rsidP="00F3353D">
            <w:r w:rsidRPr="00916430">
              <w:t>General emergency and survival procedures</w:t>
            </w:r>
          </w:p>
        </w:tc>
        <w:tc>
          <w:tcPr>
            <w:tcW w:w="4536" w:type="dxa"/>
          </w:tcPr>
          <w:p w14:paraId="7247FC8A" w14:textId="77777777" w:rsidR="00294D38" w:rsidRPr="00916430" w:rsidRDefault="00294D38" w:rsidP="00F3353D"/>
        </w:tc>
        <w:tc>
          <w:tcPr>
            <w:tcW w:w="1418" w:type="dxa"/>
          </w:tcPr>
          <w:p w14:paraId="4EB02B33" w14:textId="77777777" w:rsidR="00294D38" w:rsidRPr="00916430" w:rsidRDefault="00294D38" w:rsidP="00F3353D"/>
        </w:tc>
      </w:tr>
      <w:tr w:rsidR="00294D38" w:rsidRPr="00916430" w14:paraId="0B28FE18" w14:textId="77777777" w:rsidTr="00294D38">
        <w:trPr>
          <w:trHeight w:val="460"/>
        </w:trPr>
        <w:tc>
          <w:tcPr>
            <w:tcW w:w="3539" w:type="dxa"/>
          </w:tcPr>
          <w:p w14:paraId="7E22B035" w14:textId="77777777" w:rsidR="00294D38" w:rsidRPr="006D7FDE" w:rsidRDefault="00294D38" w:rsidP="00F3353D">
            <w:r w:rsidRPr="00916430">
              <w:t>Aerodrome and aircraft security procedures</w:t>
            </w:r>
          </w:p>
        </w:tc>
        <w:tc>
          <w:tcPr>
            <w:tcW w:w="4536" w:type="dxa"/>
          </w:tcPr>
          <w:p w14:paraId="13CEE894" w14:textId="77777777" w:rsidR="00294D38" w:rsidRPr="00916430" w:rsidRDefault="00294D38" w:rsidP="00F3353D"/>
        </w:tc>
        <w:tc>
          <w:tcPr>
            <w:tcW w:w="1418" w:type="dxa"/>
          </w:tcPr>
          <w:p w14:paraId="03BD2B0B" w14:textId="77777777" w:rsidR="00294D38" w:rsidRPr="00916430" w:rsidRDefault="00294D38" w:rsidP="00F3353D"/>
        </w:tc>
      </w:tr>
      <w:tr w:rsidR="00294D38" w:rsidRPr="00916430" w14:paraId="19F67329" w14:textId="77777777" w:rsidTr="00294D38">
        <w:trPr>
          <w:trHeight w:val="460"/>
        </w:trPr>
        <w:tc>
          <w:tcPr>
            <w:tcW w:w="3539" w:type="dxa"/>
          </w:tcPr>
          <w:p w14:paraId="6658FEAD" w14:textId="77777777" w:rsidR="00294D38" w:rsidRPr="006D7FDE" w:rsidRDefault="00294D38" w:rsidP="00F3353D">
            <w:r w:rsidRPr="00916430">
              <w:t>Location and use of emergency and safety equipment</w:t>
            </w:r>
          </w:p>
        </w:tc>
        <w:tc>
          <w:tcPr>
            <w:tcW w:w="4536" w:type="dxa"/>
          </w:tcPr>
          <w:p w14:paraId="7F2F1D2B" w14:textId="77777777" w:rsidR="00294D38" w:rsidRPr="00916430" w:rsidRDefault="00294D38" w:rsidP="00F3353D"/>
        </w:tc>
        <w:tc>
          <w:tcPr>
            <w:tcW w:w="1418" w:type="dxa"/>
          </w:tcPr>
          <w:p w14:paraId="4D7EF128" w14:textId="77777777" w:rsidR="00294D38" w:rsidRPr="00916430" w:rsidRDefault="00294D38" w:rsidP="00F3353D"/>
        </w:tc>
      </w:tr>
      <w:tr w:rsidR="00294D38" w:rsidRPr="00916430" w14:paraId="67FBA8BD" w14:textId="77777777" w:rsidTr="00294D38">
        <w:trPr>
          <w:trHeight w:val="460"/>
        </w:trPr>
        <w:tc>
          <w:tcPr>
            <w:tcW w:w="3539" w:type="dxa"/>
          </w:tcPr>
          <w:p w14:paraId="609E6358" w14:textId="77777777" w:rsidR="00294D38" w:rsidRPr="006D7FDE" w:rsidRDefault="00294D38" w:rsidP="00F3353D">
            <w:r w:rsidRPr="00916430">
              <w:t>Ditching procedures</w:t>
            </w:r>
          </w:p>
        </w:tc>
        <w:tc>
          <w:tcPr>
            <w:tcW w:w="4536" w:type="dxa"/>
          </w:tcPr>
          <w:p w14:paraId="375613C4" w14:textId="77777777" w:rsidR="00294D38" w:rsidRPr="00916430" w:rsidRDefault="00294D38" w:rsidP="00F3353D"/>
        </w:tc>
        <w:tc>
          <w:tcPr>
            <w:tcW w:w="1418" w:type="dxa"/>
          </w:tcPr>
          <w:p w14:paraId="7C411626" w14:textId="77777777" w:rsidR="00294D38" w:rsidRPr="00916430" w:rsidRDefault="00294D38" w:rsidP="00F3353D"/>
        </w:tc>
      </w:tr>
      <w:tr w:rsidR="00294D38" w:rsidRPr="00916430" w14:paraId="387DB3AC" w14:textId="77777777" w:rsidTr="00294D38">
        <w:trPr>
          <w:trHeight w:val="460"/>
        </w:trPr>
        <w:tc>
          <w:tcPr>
            <w:tcW w:w="3539" w:type="dxa"/>
          </w:tcPr>
          <w:p w14:paraId="5E38D8CA" w14:textId="77777777" w:rsidR="00294D38" w:rsidRPr="006D7FDE" w:rsidRDefault="00294D38" w:rsidP="00F3353D">
            <w:r w:rsidRPr="00916430">
              <w:t>Use of life jackets</w:t>
            </w:r>
          </w:p>
        </w:tc>
        <w:tc>
          <w:tcPr>
            <w:tcW w:w="4536" w:type="dxa"/>
          </w:tcPr>
          <w:p w14:paraId="45E1ABC1" w14:textId="77777777" w:rsidR="00294D38" w:rsidRPr="00916430" w:rsidRDefault="00294D38" w:rsidP="00F3353D"/>
        </w:tc>
        <w:tc>
          <w:tcPr>
            <w:tcW w:w="1418" w:type="dxa"/>
          </w:tcPr>
          <w:p w14:paraId="7D86D3F1" w14:textId="77777777" w:rsidR="00294D38" w:rsidRPr="00916430" w:rsidRDefault="00294D38" w:rsidP="00F3353D"/>
        </w:tc>
      </w:tr>
      <w:tr w:rsidR="00294D38" w:rsidRPr="00916430" w14:paraId="4E041861" w14:textId="77777777" w:rsidTr="00294D38">
        <w:trPr>
          <w:trHeight w:val="460"/>
        </w:trPr>
        <w:tc>
          <w:tcPr>
            <w:tcW w:w="3539" w:type="dxa"/>
          </w:tcPr>
          <w:p w14:paraId="65221635" w14:textId="77777777" w:rsidR="00294D38" w:rsidRPr="006D7FDE" w:rsidRDefault="00294D38" w:rsidP="00F3353D">
            <w:r w:rsidRPr="00916430">
              <w:t>In-water practical training</w:t>
            </w:r>
          </w:p>
        </w:tc>
        <w:tc>
          <w:tcPr>
            <w:tcW w:w="4536" w:type="dxa"/>
          </w:tcPr>
          <w:p w14:paraId="67BAD707" w14:textId="77777777" w:rsidR="00294D38" w:rsidRPr="00916430" w:rsidRDefault="00294D38" w:rsidP="00F3353D"/>
        </w:tc>
        <w:tc>
          <w:tcPr>
            <w:tcW w:w="1418" w:type="dxa"/>
          </w:tcPr>
          <w:p w14:paraId="05D81757" w14:textId="77777777" w:rsidR="00294D38" w:rsidRPr="00916430" w:rsidRDefault="00294D38" w:rsidP="00F3353D"/>
        </w:tc>
      </w:tr>
      <w:tr w:rsidR="00294D38" w:rsidRPr="00916430" w14:paraId="6DB4B825" w14:textId="77777777" w:rsidTr="00294D38">
        <w:trPr>
          <w:trHeight w:val="460"/>
        </w:trPr>
        <w:tc>
          <w:tcPr>
            <w:tcW w:w="3539" w:type="dxa"/>
          </w:tcPr>
          <w:p w14:paraId="36979DED" w14:textId="77777777" w:rsidR="00294D38" w:rsidRPr="006D7FDE" w:rsidRDefault="00294D38" w:rsidP="00F3353D">
            <w:r w:rsidRPr="00916430">
              <w:t xml:space="preserve">Use of life rafts (if required) </w:t>
            </w:r>
          </w:p>
        </w:tc>
        <w:tc>
          <w:tcPr>
            <w:tcW w:w="4536" w:type="dxa"/>
          </w:tcPr>
          <w:p w14:paraId="71925CD2" w14:textId="77777777" w:rsidR="00294D38" w:rsidRPr="00916430" w:rsidRDefault="00294D38" w:rsidP="00F3353D"/>
        </w:tc>
        <w:tc>
          <w:tcPr>
            <w:tcW w:w="1418" w:type="dxa"/>
          </w:tcPr>
          <w:p w14:paraId="16FFC852" w14:textId="77777777" w:rsidR="00294D38" w:rsidRPr="00916430" w:rsidRDefault="00294D38" w:rsidP="00F3353D"/>
        </w:tc>
      </w:tr>
      <w:tr w:rsidR="00294D38" w:rsidRPr="00916430" w14:paraId="7A7161C8" w14:textId="77777777" w:rsidTr="00294D38">
        <w:trPr>
          <w:trHeight w:val="460"/>
        </w:trPr>
        <w:tc>
          <w:tcPr>
            <w:tcW w:w="3539" w:type="dxa"/>
          </w:tcPr>
          <w:p w14:paraId="05B9BFDE" w14:textId="77777777" w:rsidR="00294D38" w:rsidRPr="006D7FDE" w:rsidRDefault="00294D38" w:rsidP="00F3353D">
            <w:r w:rsidRPr="00916430">
              <w:t xml:space="preserve">Part 138 – Procedures for </w:t>
            </w:r>
            <w:r w:rsidRPr="006D7FDE">
              <w:t>dealing with specific emergency situations</w:t>
            </w:r>
          </w:p>
        </w:tc>
        <w:tc>
          <w:tcPr>
            <w:tcW w:w="4536" w:type="dxa"/>
          </w:tcPr>
          <w:p w14:paraId="420248C4" w14:textId="77777777" w:rsidR="00294D38" w:rsidRPr="00916430" w:rsidRDefault="00294D38" w:rsidP="00F3353D"/>
        </w:tc>
        <w:tc>
          <w:tcPr>
            <w:tcW w:w="1418" w:type="dxa"/>
          </w:tcPr>
          <w:p w14:paraId="6CAE6BFB" w14:textId="77777777" w:rsidR="00294D38" w:rsidRPr="00916430" w:rsidRDefault="00294D38" w:rsidP="00F3353D"/>
        </w:tc>
      </w:tr>
      <w:tr w:rsidR="00294D38" w:rsidRPr="00916430" w14:paraId="5B8C5926" w14:textId="77777777" w:rsidTr="00294D38">
        <w:trPr>
          <w:trHeight w:val="460"/>
        </w:trPr>
        <w:tc>
          <w:tcPr>
            <w:tcW w:w="3539" w:type="dxa"/>
          </w:tcPr>
          <w:p w14:paraId="12FC767F" w14:textId="77777777" w:rsidR="00294D38" w:rsidRPr="006D7FDE" w:rsidRDefault="00294D38" w:rsidP="00F3353D">
            <w:r w:rsidRPr="00916430">
              <w:t>Rotorcraft – HUET (if delivered)</w:t>
            </w:r>
          </w:p>
        </w:tc>
        <w:tc>
          <w:tcPr>
            <w:tcW w:w="4536" w:type="dxa"/>
          </w:tcPr>
          <w:p w14:paraId="7A5AA96B" w14:textId="77777777" w:rsidR="00294D38" w:rsidRPr="00916430" w:rsidRDefault="00294D38" w:rsidP="00F3353D"/>
        </w:tc>
        <w:tc>
          <w:tcPr>
            <w:tcW w:w="1418" w:type="dxa"/>
          </w:tcPr>
          <w:p w14:paraId="0322726C" w14:textId="77777777" w:rsidR="00294D38" w:rsidRPr="00916430" w:rsidRDefault="00294D38" w:rsidP="00F3353D"/>
        </w:tc>
      </w:tr>
    </w:tbl>
    <w:p w14:paraId="774BA154" w14:textId="175FD18E" w:rsidR="00BE4E09" w:rsidRPr="009A0F18" w:rsidRDefault="00FE7543" w:rsidP="009A0F18">
      <w:pPr>
        <w:pStyle w:val="Heading5"/>
        <w:rPr>
          <w:rStyle w:val="bold"/>
          <w:b/>
          <w:bCs w:val="0"/>
        </w:rPr>
      </w:pPr>
      <w:r w:rsidRPr="009A0F18">
        <w:rPr>
          <w:rStyle w:val="bold"/>
          <w:b/>
          <w:bCs w:val="0"/>
        </w:rPr>
        <w:t>Conduct of training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539"/>
        <w:gridCol w:w="4536"/>
        <w:gridCol w:w="1418"/>
      </w:tblGrid>
      <w:tr w:rsidR="00294D38" w:rsidRPr="00916430" w14:paraId="26386AA9" w14:textId="77777777" w:rsidTr="00294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  <w:tblHeader/>
        </w:trPr>
        <w:tc>
          <w:tcPr>
            <w:tcW w:w="3539" w:type="dxa"/>
          </w:tcPr>
          <w:p w14:paraId="6C394E26" w14:textId="77777777" w:rsidR="00294D38" w:rsidRPr="006D7FDE" w:rsidRDefault="00294D38" w:rsidP="00D92CAE">
            <w:r w:rsidRPr="003C2B3F">
              <w:t>Item</w:t>
            </w:r>
          </w:p>
        </w:tc>
        <w:tc>
          <w:tcPr>
            <w:tcW w:w="4536" w:type="dxa"/>
          </w:tcPr>
          <w:p w14:paraId="6D77EDC8" w14:textId="77777777" w:rsidR="00294D38" w:rsidRPr="006D7FDE" w:rsidRDefault="00294D38" w:rsidP="00D92CAE">
            <w:r w:rsidRPr="003C2B3F">
              <w:t>Comments</w:t>
            </w:r>
          </w:p>
        </w:tc>
        <w:tc>
          <w:tcPr>
            <w:tcW w:w="1418" w:type="dxa"/>
          </w:tcPr>
          <w:p w14:paraId="2CE9F3BD" w14:textId="77777777" w:rsidR="00294D38" w:rsidRPr="006D7FDE" w:rsidRDefault="00294D38" w:rsidP="00D92CAE">
            <w:r w:rsidRPr="003C2B3F">
              <w:t>Complete</w:t>
            </w:r>
            <w:r w:rsidRPr="003C2B3F">
              <w:br/>
            </w:r>
            <w:r w:rsidRPr="006D7FDE">
              <w:t>Yes / No</w:t>
            </w:r>
          </w:p>
        </w:tc>
      </w:tr>
      <w:tr w:rsidR="00294D38" w:rsidRPr="00916430" w14:paraId="671C3237" w14:textId="77777777" w:rsidTr="00294D38">
        <w:trPr>
          <w:trHeight w:val="460"/>
        </w:trPr>
        <w:tc>
          <w:tcPr>
            <w:tcW w:w="3539" w:type="dxa"/>
          </w:tcPr>
          <w:p w14:paraId="1711E6A1" w14:textId="77777777" w:rsidR="00294D38" w:rsidRPr="006D7FDE" w:rsidRDefault="00294D38" w:rsidP="00F3353D">
            <w:r w:rsidRPr="00916430">
              <w:t>Materials and resources</w:t>
            </w:r>
          </w:p>
        </w:tc>
        <w:tc>
          <w:tcPr>
            <w:tcW w:w="4536" w:type="dxa"/>
          </w:tcPr>
          <w:p w14:paraId="24C9651D" w14:textId="77777777" w:rsidR="00294D38" w:rsidRPr="00916430" w:rsidRDefault="00294D38" w:rsidP="00F3353D"/>
        </w:tc>
        <w:tc>
          <w:tcPr>
            <w:tcW w:w="1418" w:type="dxa"/>
          </w:tcPr>
          <w:p w14:paraId="5D38CCF8" w14:textId="77777777" w:rsidR="00294D38" w:rsidRPr="00916430" w:rsidRDefault="00294D38" w:rsidP="00F3353D"/>
        </w:tc>
      </w:tr>
      <w:tr w:rsidR="00294D38" w:rsidRPr="00916430" w14:paraId="5EC2CE83" w14:textId="77777777" w:rsidTr="00294D38">
        <w:trPr>
          <w:trHeight w:val="460"/>
        </w:trPr>
        <w:tc>
          <w:tcPr>
            <w:tcW w:w="3539" w:type="dxa"/>
          </w:tcPr>
          <w:p w14:paraId="27EAFFDA" w14:textId="77777777" w:rsidR="00294D38" w:rsidRPr="006D7FDE" w:rsidRDefault="00294D38" w:rsidP="00F3353D">
            <w:r w:rsidRPr="00916430">
              <w:t>Learning methods</w:t>
            </w:r>
          </w:p>
        </w:tc>
        <w:tc>
          <w:tcPr>
            <w:tcW w:w="4536" w:type="dxa"/>
          </w:tcPr>
          <w:p w14:paraId="7D6604BD" w14:textId="77777777" w:rsidR="00294D38" w:rsidRPr="00916430" w:rsidRDefault="00294D38" w:rsidP="00F3353D"/>
        </w:tc>
        <w:tc>
          <w:tcPr>
            <w:tcW w:w="1418" w:type="dxa"/>
          </w:tcPr>
          <w:p w14:paraId="4DD0CFDA" w14:textId="77777777" w:rsidR="00294D38" w:rsidRPr="00916430" w:rsidRDefault="00294D38" w:rsidP="00F3353D"/>
        </w:tc>
      </w:tr>
      <w:tr w:rsidR="00294D38" w:rsidRPr="00916430" w14:paraId="3C01C329" w14:textId="77777777" w:rsidTr="00294D38">
        <w:trPr>
          <w:trHeight w:val="460"/>
        </w:trPr>
        <w:tc>
          <w:tcPr>
            <w:tcW w:w="3539" w:type="dxa"/>
          </w:tcPr>
          <w:p w14:paraId="34D0C824" w14:textId="77777777" w:rsidR="00294D38" w:rsidRPr="006D7FDE" w:rsidRDefault="00294D38" w:rsidP="00F3353D">
            <w:r w:rsidRPr="00916430">
              <w:t>Assessment methods</w:t>
            </w:r>
          </w:p>
        </w:tc>
        <w:tc>
          <w:tcPr>
            <w:tcW w:w="4536" w:type="dxa"/>
          </w:tcPr>
          <w:p w14:paraId="489AD8AE" w14:textId="77777777" w:rsidR="00294D38" w:rsidRPr="00916430" w:rsidRDefault="00294D38" w:rsidP="00F3353D"/>
        </w:tc>
        <w:tc>
          <w:tcPr>
            <w:tcW w:w="1418" w:type="dxa"/>
          </w:tcPr>
          <w:p w14:paraId="77776F9D" w14:textId="77777777" w:rsidR="00294D38" w:rsidRPr="00916430" w:rsidRDefault="00294D38" w:rsidP="00F3353D"/>
        </w:tc>
      </w:tr>
    </w:tbl>
    <w:p w14:paraId="20E56102" w14:textId="77777777" w:rsidR="00294D38" w:rsidRDefault="00294D38">
      <w:pPr>
        <w:suppressAutoHyphens w:val="0"/>
        <w:rPr>
          <w:rStyle w:val="bold"/>
        </w:rPr>
      </w:pPr>
      <w:r>
        <w:rPr>
          <w:rStyle w:val="bold"/>
        </w:rPr>
        <w:br w:type="page"/>
      </w:r>
    </w:p>
    <w:p w14:paraId="2B78F9CB" w14:textId="594E0367" w:rsidR="00BE4E09" w:rsidRPr="009A0F18" w:rsidRDefault="00FE7543" w:rsidP="009A0F18">
      <w:pPr>
        <w:pStyle w:val="Heading5"/>
        <w:rPr>
          <w:rStyle w:val="bold"/>
          <w:b/>
          <w:bCs w:val="0"/>
        </w:rPr>
      </w:pPr>
      <w:r w:rsidRPr="009A0F18">
        <w:rPr>
          <w:rStyle w:val="bold"/>
          <w:b/>
          <w:bCs w:val="0"/>
        </w:rPr>
        <w:lastRenderedPageBreak/>
        <w:t>Conduct of check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539"/>
        <w:gridCol w:w="4536"/>
        <w:gridCol w:w="1418"/>
      </w:tblGrid>
      <w:tr w:rsidR="00294D38" w:rsidRPr="00916430" w14:paraId="13A03F78" w14:textId="77777777" w:rsidTr="00294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  <w:tblHeader/>
        </w:trPr>
        <w:tc>
          <w:tcPr>
            <w:tcW w:w="3539" w:type="dxa"/>
          </w:tcPr>
          <w:p w14:paraId="34898C0C" w14:textId="77777777" w:rsidR="00294D38" w:rsidRPr="006D7FDE" w:rsidRDefault="00294D38" w:rsidP="00D92CAE">
            <w:r w:rsidRPr="003C2B3F">
              <w:t>Item</w:t>
            </w:r>
          </w:p>
        </w:tc>
        <w:tc>
          <w:tcPr>
            <w:tcW w:w="4536" w:type="dxa"/>
          </w:tcPr>
          <w:p w14:paraId="1BCE65BA" w14:textId="77777777" w:rsidR="00294D38" w:rsidRPr="006D7FDE" w:rsidRDefault="00294D38" w:rsidP="00D92CAE">
            <w:r w:rsidRPr="003C2B3F">
              <w:t>Comments</w:t>
            </w:r>
          </w:p>
        </w:tc>
        <w:tc>
          <w:tcPr>
            <w:tcW w:w="1418" w:type="dxa"/>
          </w:tcPr>
          <w:p w14:paraId="58216158" w14:textId="77777777" w:rsidR="00294D38" w:rsidRPr="006D7FDE" w:rsidRDefault="00294D38" w:rsidP="00D92CAE">
            <w:r w:rsidRPr="003C2B3F">
              <w:t>Complete</w:t>
            </w:r>
            <w:r w:rsidRPr="003C2B3F">
              <w:br/>
            </w:r>
            <w:r w:rsidRPr="006D7FDE">
              <w:t>Yes / No</w:t>
            </w:r>
          </w:p>
        </w:tc>
      </w:tr>
      <w:tr w:rsidR="00294D38" w:rsidRPr="00916430" w14:paraId="056623AB" w14:textId="77777777" w:rsidTr="00294D38">
        <w:trPr>
          <w:trHeight w:val="460"/>
        </w:trPr>
        <w:tc>
          <w:tcPr>
            <w:tcW w:w="3539" w:type="dxa"/>
          </w:tcPr>
          <w:p w14:paraId="29366951" w14:textId="77777777" w:rsidR="00294D38" w:rsidRPr="006D7FDE" w:rsidRDefault="00294D38" w:rsidP="00F3353D">
            <w:r w:rsidRPr="00916430">
              <w:t>Knowledge of check report forms</w:t>
            </w:r>
          </w:p>
        </w:tc>
        <w:tc>
          <w:tcPr>
            <w:tcW w:w="4536" w:type="dxa"/>
          </w:tcPr>
          <w:p w14:paraId="2773123B" w14:textId="77777777" w:rsidR="00294D38" w:rsidRPr="00916430" w:rsidRDefault="00294D38" w:rsidP="00F3353D"/>
        </w:tc>
        <w:tc>
          <w:tcPr>
            <w:tcW w:w="1418" w:type="dxa"/>
          </w:tcPr>
          <w:p w14:paraId="048F380E" w14:textId="77777777" w:rsidR="00294D38" w:rsidRPr="00916430" w:rsidRDefault="00294D38" w:rsidP="00F3353D"/>
        </w:tc>
      </w:tr>
      <w:tr w:rsidR="00294D38" w:rsidRPr="00916430" w14:paraId="64DA6B83" w14:textId="77777777" w:rsidTr="00294D38">
        <w:trPr>
          <w:trHeight w:val="460"/>
        </w:trPr>
        <w:tc>
          <w:tcPr>
            <w:tcW w:w="3539" w:type="dxa"/>
          </w:tcPr>
          <w:p w14:paraId="68289B3F" w14:textId="77777777" w:rsidR="00294D38" w:rsidRPr="006D7FDE" w:rsidRDefault="00294D38" w:rsidP="00F3353D">
            <w:r w:rsidRPr="00916430">
              <w:t xml:space="preserve">Planning and </w:t>
            </w:r>
            <w:r w:rsidRPr="006D7FDE">
              <w:t>methodology of check</w:t>
            </w:r>
          </w:p>
        </w:tc>
        <w:tc>
          <w:tcPr>
            <w:tcW w:w="4536" w:type="dxa"/>
          </w:tcPr>
          <w:p w14:paraId="78D8AFFA" w14:textId="77777777" w:rsidR="00294D38" w:rsidRPr="00916430" w:rsidRDefault="00294D38" w:rsidP="00F3353D"/>
        </w:tc>
        <w:tc>
          <w:tcPr>
            <w:tcW w:w="1418" w:type="dxa"/>
          </w:tcPr>
          <w:p w14:paraId="2BE3FFD5" w14:textId="77777777" w:rsidR="00294D38" w:rsidRPr="00916430" w:rsidRDefault="00294D38" w:rsidP="00F3353D"/>
        </w:tc>
      </w:tr>
      <w:tr w:rsidR="00294D38" w:rsidRPr="00916430" w14:paraId="1FBB10BC" w14:textId="77777777" w:rsidTr="00294D38">
        <w:trPr>
          <w:trHeight w:val="460"/>
        </w:trPr>
        <w:tc>
          <w:tcPr>
            <w:tcW w:w="3539" w:type="dxa"/>
          </w:tcPr>
          <w:p w14:paraId="1223EC09" w14:textId="77777777" w:rsidR="00294D38" w:rsidRPr="006D7FDE" w:rsidRDefault="00294D38" w:rsidP="00F3353D">
            <w:r w:rsidRPr="00916430">
              <w:t>Resources</w:t>
            </w:r>
          </w:p>
        </w:tc>
        <w:tc>
          <w:tcPr>
            <w:tcW w:w="4536" w:type="dxa"/>
          </w:tcPr>
          <w:p w14:paraId="0722CD9F" w14:textId="77777777" w:rsidR="00294D38" w:rsidRPr="00916430" w:rsidRDefault="00294D38" w:rsidP="00F3353D"/>
        </w:tc>
        <w:tc>
          <w:tcPr>
            <w:tcW w:w="1418" w:type="dxa"/>
          </w:tcPr>
          <w:p w14:paraId="5D36F0A7" w14:textId="77777777" w:rsidR="00294D38" w:rsidRPr="00916430" w:rsidRDefault="00294D38" w:rsidP="00F3353D"/>
        </w:tc>
      </w:tr>
      <w:tr w:rsidR="00294D38" w:rsidRPr="00916430" w14:paraId="3138898A" w14:textId="77777777" w:rsidTr="00294D38">
        <w:trPr>
          <w:trHeight w:val="460"/>
        </w:trPr>
        <w:tc>
          <w:tcPr>
            <w:tcW w:w="3539" w:type="dxa"/>
          </w:tcPr>
          <w:p w14:paraId="00B5BA9F" w14:textId="77777777" w:rsidR="00294D38" w:rsidRPr="006D7FDE" w:rsidRDefault="00294D38" w:rsidP="00F3353D">
            <w:r w:rsidRPr="00916430">
              <w:t>Assessment methods</w:t>
            </w:r>
          </w:p>
        </w:tc>
        <w:tc>
          <w:tcPr>
            <w:tcW w:w="4536" w:type="dxa"/>
          </w:tcPr>
          <w:p w14:paraId="56C50EBF" w14:textId="77777777" w:rsidR="00294D38" w:rsidRPr="00916430" w:rsidRDefault="00294D38" w:rsidP="00F3353D"/>
        </w:tc>
        <w:tc>
          <w:tcPr>
            <w:tcW w:w="1418" w:type="dxa"/>
          </w:tcPr>
          <w:p w14:paraId="60D39CF0" w14:textId="77777777" w:rsidR="00294D38" w:rsidRPr="00916430" w:rsidRDefault="00294D38" w:rsidP="00F3353D"/>
        </w:tc>
      </w:tr>
      <w:tr w:rsidR="00294D38" w:rsidRPr="00916430" w14:paraId="66F07E02" w14:textId="77777777" w:rsidTr="00294D38">
        <w:trPr>
          <w:trHeight w:val="460"/>
        </w:trPr>
        <w:tc>
          <w:tcPr>
            <w:tcW w:w="3539" w:type="dxa"/>
          </w:tcPr>
          <w:p w14:paraId="0AA4F61D" w14:textId="77777777" w:rsidR="00294D38" w:rsidRPr="006D7FDE" w:rsidRDefault="00294D38" w:rsidP="00F3353D">
            <w:r w:rsidRPr="00916430">
              <w:t>Debriefing</w:t>
            </w:r>
          </w:p>
        </w:tc>
        <w:tc>
          <w:tcPr>
            <w:tcW w:w="4536" w:type="dxa"/>
          </w:tcPr>
          <w:p w14:paraId="75827699" w14:textId="77777777" w:rsidR="00294D38" w:rsidRPr="00916430" w:rsidRDefault="00294D38" w:rsidP="00F3353D"/>
        </w:tc>
        <w:tc>
          <w:tcPr>
            <w:tcW w:w="1418" w:type="dxa"/>
          </w:tcPr>
          <w:p w14:paraId="290CB109" w14:textId="77777777" w:rsidR="00294D38" w:rsidRPr="00916430" w:rsidRDefault="00294D38" w:rsidP="00F3353D"/>
        </w:tc>
      </w:tr>
    </w:tbl>
    <w:p w14:paraId="551CA434" w14:textId="58E4D2BC" w:rsidR="00C00F5C" w:rsidRDefault="00C00F5C" w:rsidP="00C00F5C"/>
    <w:tbl>
      <w:tblPr>
        <w:tblStyle w:val="SD-MOStable"/>
        <w:tblW w:w="9498" w:type="dxa"/>
        <w:tblInd w:w="-5" w:type="dxa"/>
        <w:tblLook w:val="0620" w:firstRow="1" w:lastRow="0" w:firstColumn="0" w:lastColumn="0" w:noHBand="1" w:noVBand="1"/>
      </w:tblPr>
      <w:tblGrid>
        <w:gridCol w:w="9498"/>
      </w:tblGrid>
      <w:tr w:rsidR="00C00F5C" w14:paraId="213497E1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</w:tcPr>
          <w:p w14:paraId="1415BE5C" w14:textId="77777777" w:rsidR="00C00F5C" w:rsidRPr="006D7FDE" w:rsidRDefault="00C00F5C" w:rsidP="00F3353D">
            <w:r>
              <w:t>Comments</w:t>
            </w:r>
          </w:p>
        </w:tc>
      </w:tr>
      <w:tr w:rsidR="00C00F5C" w14:paraId="7150F2D8" w14:textId="77777777" w:rsidTr="00F3353D">
        <w:trPr>
          <w:trHeight w:val="2099"/>
        </w:trPr>
        <w:tc>
          <w:tcPr>
            <w:tcW w:w="9498" w:type="dxa"/>
          </w:tcPr>
          <w:p w14:paraId="79B35F03" w14:textId="77777777" w:rsidR="00C00F5C" w:rsidRDefault="00C00F5C" w:rsidP="00F3353D"/>
        </w:tc>
      </w:tr>
    </w:tbl>
    <w:p w14:paraId="0C3E4B50" w14:textId="77777777" w:rsidR="00C00F5C" w:rsidRPr="00C00F5C" w:rsidRDefault="00C00F5C" w:rsidP="00C00F5C"/>
    <w:sectPr w:rsidR="00C00F5C" w:rsidRPr="00C00F5C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88266" w14:textId="77777777" w:rsidR="004D0106" w:rsidRDefault="004D0106" w:rsidP="008E21DE">
      <w:pPr>
        <w:spacing w:before="0" w:after="0"/>
      </w:pPr>
      <w:r>
        <w:separator/>
      </w:r>
    </w:p>
    <w:p w14:paraId="08AF727A" w14:textId="77777777" w:rsidR="004D0106" w:rsidRDefault="004D0106"/>
  </w:endnote>
  <w:endnote w:type="continuationSeparator" w:id="0">
    <w:p w14:paraId="762E8E0E" w14:textId="77777777" w:rsidR="004D0106" w:rsidRDefault="004D0106" w:rsidP="008E21DE">
      <w:pPr>
        <w:spacing w:before="0" w:after="0"/>
      </w:pPr>
      <w:r>
        <w:continuationSeparator/>
      </w:r>
    </w:p>
    <w:p w14:paraId="730C985B" w14:textId="77777777" w:rsidR="004D0106" w:rsidRDefault="004D01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CAF30" w14:textId="7CEF3AB7" w:rsidR="00013309" w:rsidRPr="00500DA0" w:rsidRDefault="00B158E8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81B632B6C2C043F78FEC974966A17C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F5C">
          <w:rPr>
            <w:rFonts w:ascii="ArialMT" w:hAnsi="ArialMT" w:cs="ArialMT"/>
            <w:szCs w:val="16"/>
          </w:rPr>
          <w:t>Form GC1 – General emergency trainer/checker check report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239A0" w14:textId="77777777" w:rsidR="00013309" w:rsidRDefault="00013309" w:rsidP="00013309">
    <w:pPr>
      <w:pStyle w:val="Footer"/>
    </w:pPr>
    <w:r>
      <w:t>Civil Aviation Safety Authority</w:t>
    </w:r>
  </w:p>
  <w:p w14:paraId="5FF967D8" w14:textId="07875C08" w:rsidR="00013309" w:rsidRDefault="00B158E8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F5C">
          <w:rPr>
            <w:rFonts w:ascii="ArialMT" w:hAnsi="ArialMT" w:cs="ArialMT"/>
            <w:szCs w:val="16"/>
          </w:rPr>
          <w:t>Form GC1 – General emergency trainer/checker check report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C00F5C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C00F5C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7E11B690" w14:textId="77777777" w:rsidR="00013309" w:rsidRPr="00A365CA" w:rsidRDefault="00B158E8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D41D58">
          <w:rPr>
            <w:color w:val="ED0000"/>
          </w:rPr>
          <w:t>Official</w:t>
        </w:r>
      </w:sdtContent>
    </w:sdt>
    <w:r w:rsidR="00463F67" w:rsidRPr="00D41D58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48E0B11" wp14:editId="484B640A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49BDCF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8E0B11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0F49BDCF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E7AFC" w14:textId="77777777" w:rsidR="004D0106" w:rsidRPr="0022402E" w:rsidRDefault="004D0106" w:rsidP="0022402E">
      <w:pPr>
        <w:spacing w:before="240"/>
        <w:rPr>
          <w:lang w:val="en-US"/>
        </w:rPr>
      </w:pPr>
      <w:r w:rsidRPr="00D41D58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0BB0C48E" w14:textId="77777777" w:rsidR="004D0106" w:rsidRDefault="004D0106" w:rsidP="008E21DE">
      <w:pPr>
        <w:spacing w:before="0" w:after="0"/>
      </w:pPr>
      <w:r>
        <w:continuationSeparator/>
      </w:r>
    </w:p>
    <w:p w14:paraId="17714505" w14:textId="77777777" w:rsidR="004D0106" w:rsidRDefault="004D01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12BA1" w14:textId="77777777" w:rsidR="00DD684D" w:rsidRDefault="00DD684D" w:rsidP="00DD684D">
    <w:pPr>
      <w:pStyle w:val="Header"/>
    </w:pPr>
    <w:r>
      <w:t>ORGANISATION NAME/DETAILS</w:t>
    </w:r>
  </w:p>
  <w:p w14:paraId="516395A8" w14:textId="77777777" w:rsidR="00013309" w:rsidRPr="00DD684D" w:rsidRDefault="00B158E8" w:rsidP="00E469D2">
    <w:pPr>
      <w:pStyle w:val="Header"/>
      <w:spacing w:after="120"/>
    </w:pPr>
    <w:r>
      <w:pict w14:anchorId="31D78820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C0F33" w14:textId="77777777" w:rsidR="00463F67" w:rsidRPr="00D41D58" w:rsidRDefault="00B158E8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D41D58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5C"/>
    <w:rsid w:val="00013309"/>
    <w:rsid w:val="000249B9"/>
    <w:rsid w:val="000334E0"/>
    <w:rsid w:val="00037782"/>
    <w:rsid w:val="00061E14"/>
    <w:rsid w:val="00080615"/>
    <w:rsid w:val="00080947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19699A"/>
    <w:rsid w:val="00222CED"/>
    <w:rsid w:val="0022402E"/>
    <w:rsid w:val="0024420C"/>
    <w:rsid w:val="00256162"/>
    <w:rsid w:val="002573ED"/>
    <w:rsid w:val="002804D3"/>
    <w:rsid w:val="0028675C"/>
    <w:rsid w:val="00294D38"/>
    <w:rsid w:val="002A42D7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4D0106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0F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298C"/>
    <w:rsid w:val="00A8475F"/>
    <w:rsid w:val="00A85DE5"/>
    <w:rsid w:val="00AB12D5"/>
    <w:rsid w:val="00AD735D"/>
    <w:rsid w:val="00AF0899"/>
    <w:rsid w:val="00B014EE"/>
    <w:rsid w:val="00B10265"/>
    <w:rsid w:val="00B158E8"/>
    <w:rsid w:val="00B36A39"/>
    <w:rsid w:val="00B603C0"/>
    <w:rsid w:val="00B636CC"/>
    <w:rsid w:val="00BB001A"/>
    <w:rsid w:val="00BD532A"/>
    <w:rsid w:val="00BD623A"/>
    <w:rsid w:val="00BE4E09"/>
    <w:rsid w:val="00BF08D9"/>
    <w:rsid w:val="00C00F5C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16C68"/>
    <w:rsid w:val="00D26448"/>
    <w:rsid w:val="00D41D5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469D2"/>
    <w:rsid w:val="00E5425D"/>
    <w:rsid w:val="00E67411"/>
    <w:rsid w:val="00E70E31"/>
    <w:rsid w:val="00E819EA"/>
    <w:rsid w:val="00E9794A"/>
    <w:rsid w:val="00F1538E"/>
    <w:rsid w:val="00F34BEE"/>
    <w:rsid w:val="00F65932"/>
    <w:rsid w:val="00F81326"/>
    <w:rsid w:val="00F86B38"/>
    <w:rsid w:val="00F9318C"/>
    <w:rsid w:val="00F95342"/>
    <w:rsid w:val="00F95D51"/>
    <w:rsid w:val="00FE4D12"/>
    <w:rsid w:val="00FE4ECC"/>
    <w:rsid w:val="00FE7543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DE0413"/>
  <w15:chartTrackingRefBased/>
  <w15:docId w15:val="{9F171A38-1815-463C-B518-079EBD10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character" w:customStyle="1" w:styleId="bold">
    <w:name w:val="bold"/>
    <w:basedOn w:val="DefaultParagraphFont"/>
    <w:uiPriority w:val="1"/>
    <w:qFormat/>
    <w:rsid w:val="00C00F5C"/>
    <w:rPr>
      <w:b/>
      <w:bCs/>
    </w:rPr>
  </w:style>
  <w:style w:type="table" w:customStyle="1" w:styleId="SD-MOStable">
    <w:name w:val="SD - MOS table"/>
    <w:basedOn w:val="TableNormal"/>
    <w:uiPriority w:val="99"/>
    <w:rsid w:val="00C00F5C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D16C6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1B632B6C2C043F78FEC974966A17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B05ACD-7BC4-4B05-9EB5-E811E41F4938}"/>
      </w:docPartPr>
      <w:docPartBody>
        <w:p w:rsidR="00D70F1E" w:rsidRDefault="00D70F1E">
          <w:pPr>
            <w:pStyle w:val="81B632B6C2C043F78FEC974966A17C4A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1E"/>
    <w:rsid w:val="00352FB1"/>
    <w:rsid w:val="00D17029"/>
    <w:rsid w:val="00D26448"/>
    <w:rsid w:val="00D70F1E"/>
    <w:rsid w:val="00F1538E"/>
    <w:rsid w:val="00F6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1B632B6C2C043F78FEC974966A17C4A">
    <w:name w:val="81B632B6C2C043F78FEC974966A17C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147bc000-5d24-4a58-bdb3-1d507d54dc98"/>
    <ds:schemaRef ds:uri="09d1133f-994b-4ec9-8bcd-76b1f6ed9a8c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9</TotalTime>
  <Pages>2</Pages>
  <Words>112</Words>
  <Characters>768</Characters>
  <Application>Microsoft Office Word</Application>
  <DocSecurity>0</DocSecurity>
  <Lines>109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GC1 – General emergency trainer/checker check report</vt:lpstr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GC1 – General emergency trainer/checker check report</dc:title>
  <dc:subject/>
  <dc:creator>Bartholomew, Tina</dc:creator>
  <cp:keywords/>
  <dc:description/>
  <cp:lastModifiedBy>Bartholomew, Tina</cp:lastModifiedBy>
  <cp:revision>13</cp:revision>
  <dcterms:created xsi:type="dcterms:W3CDTF">2025-11-17T05:06:00Z</dcterms:created>
  <dcterms:modified xsi:type="dcterms:W3CDTF">2025-11-25T04:37:00Z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NOS-2025-0014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